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BD49A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řez stromů města uherský br</w:t>
            </w:r>
            <w:r w:rsidR="00BD49A2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 </w:t>
            </w:r>
            <w:r w:rsidR="002F0A22"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BF2C54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221255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č. 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F0A22" w:rsidP="00221255">
            <w:pPr>
              <w:rPr>
                <w:szCs w:val="20"/>
              </w:rPr>
            </w:pPr>
            <w:r>
              <w:t>Ph</w:t>
            </w:r>
            <w:r w:rsidR="00221255">
              <w:t>D</w:t>
            </w:r>
            <w:r>
              <w:t>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255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0A22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9A2"/>
    <w:rsid w:val="00BE77C5"/>
    <w:rsid w:val="00BF2C54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ED6433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3244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BC62-C0BB-4E76-A34D-6B749F0D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9FBEF6F6</Template>
  <TotalTime>1</TotalTime>
  <Pages>1</Pages>
  <Words>146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2022-05-20T07:03:00Z</cp:lastPrinted>
  <dcterms:created xsi:type="dcterms:W3CDTF">2025-07-24T09:06:00Z</dcterms:created>
  <dcterms:modified xsi:type="dcterms:W3CDTF">2025-07-25T11:23:00Z</dcterms:modified>
</cp:coreProperties>
</file>